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52F" w:rsidRDefault="00F4652F" w:rsidP="00201E83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Pr="00F32556" w:rsidRDefault="00F4652F" w:rsidP="00201E83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>Управление образования администрации Яковлевского района</w:t>
      </w:r>
    </w:p>
    <w:p w:rsidR="00F4652F" w:rsidRPr="00F32556" w:rsidRDefault="00F4652F" w:rsidP="00201E83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 xml:space="preserve">Задания школьного этапа всероссийской олимпиады по </w:t>
      </w:r>
      <w:r w:rsidRPr="00F3255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технологии, </w:t>
      </w:r>
      <w:r w:rsidRPr="00F32556">
        <w:rPr>
          <w:rFonts w:ascii="Times New Roman" w:hAnsi="Times New Roman" w:cs="Times New Roman"/>
          <w:b/>
          <w:bCs/>
          <w:sz w:val="24"/>
          <w:szCs w:val="24"/>
        </w:rPr>
        <w:t>2012-2013 уч. год</w:t>
      </w:r>
    </w:p>
    <w:p w:rsidR="00F4652F" w:rsidRDefault="00F4652F" w:rsidP="00201E83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10-11</w:t>
      </w:r>
      <w:r w:rsidRPr="00F3255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класс</w:t>
      </w:r>
    </w:p>
    <w:p w:rsidR="00F4652F" w:rsidRPr="00546305" w:rsidRDefault="00F4652F" w:rsidP="00546305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4652F" w:rsidRPr="00546305" w:rsidRDefault="00F4652F" w:rsidP="005463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6305">
        <w:rPr>
          <w:rFonts w:ascii="Times New Roman" w:hAnsi="Times New Roman" w:cs="Times New Roman"/>
          <w:b/>
          <w:bCs/>
          <w:sz w:val="24"/>
          <w:szCs w:val="24"/>
        </w:rPr>
        <w:t>1. В этом пищевом продукте содержится наибольшее количество:</w:t>
      </w:r>
    </w:p>
    <w:p w:rsidR="00F4652F" w:rsidRPr="00546305" w:rsidRDefault="00F4652F" w:rsidP="005463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Look w:val="01E0"/>
      </w:tblPr>
      <w:tblGrid>
        <w:gridCol w:w="3209"/>
        <w:gridCol w:w="3748"/>
      </w:tblGrid>
      <w:tr w:rsidR="00F4652F" w:rsidRPr="00546305">
        <w:trPr>
          <w:trHeight w:val="964"/>
        </w:trPr>
        <w:tc>
          <w:tcPr>
            <w:tcW w:w="3209" w:type="dxa"/>
          </w:tcPr>
          <w:p w:rsidR="00F4652F" w:rsidRPr="00546305" w:rsidRDefault="00F4652F" w:rsidP="00546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5ED">
              <w:rPr>
                <w:rFonts w:ascii="Times New Roman" w:hAnsi="Times New Roman" w:cs="Times New Roman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in;height:40.5pt">
                  <v:imagedata r:id="rId7" o:title="" gain="109227f" blacklevel="6554f" grayscale="t"/>
                </v:shape>
              </w:pict>
            </w:r>
          </w:p>
        </w:tc>
        <w:tc>
          <w:tcPr>
            <w:tcW w:w="3748" w:type="dxa"/>
          </w:tcPr>
          <w:p w:rsidR="00F4652F" w:rsidRPr="00546305" w:rsidRDefault="00F4652F" w:rsidP="00546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305">
              <w:rPr>
                <w:rFonts w:ascii="Times New Roman" w:hAnsi="Times New Roman" w:cs="Times New Roman"/>
                <w:sz w:val="24"/>
                <w:szCs w:val="24"/>
              </w:rPr>
              <w:t xml:space="preserve">1.  </w:t>
            </w:r>
            <w:r w:rsidRPr="00546305">
              <w:rPr>
                <w:rFonts w:ascii="Times New Roman" w:hAnsi="Times New Roman" w:cs="Times New Roman"/>
                <w:sz w:val="24"/>
                <w:szCs w:val="24"/>
              </w:rPr>
              <w:t>     жиров</w:t>
            </w:r>
          </w:p>
          <w:p w:rsidR="00F4652F" w:rsidRPr="00546305" w:rsidRDefault="00F4652F" w:rsidP="00546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305"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  <w:r w:rsidRPr="00546305">
              <w:rPr>
                <w:rFonts w:ascii="Times New Roman" w:hAnsi="Times New Roman" w:cs="Times New Roman"/>
                <w:sz w:val="24"/>
                <w:szCs w:val="24"/>
              </w:rPr>
              <w:t>    белков</w:t>
            </w:r>
          </w:p>
          <w:p w:rsidR="00F4652F" w:rsidRPr="00546305" w:rsidRDefault="00F4652F" w:rsidP="00546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305">
              <w:rPr>
                <w:rFonts w:ascii="Times New Roman" w:hAnsi="Times New Roman" w:cs="Times New Roman"/>
                <w:sz w:val="24"/>
                <w:szCs w:val="24"/>
              </w:rPr>
              <w:t xml:space="preserve">3.  </w:t>
            </w:r>
            <w:r w:rsidRPr="00546305">
              <w:rPr>
                <w:rFonts w:ascii="Times New Roman" w:hAnsi="Times New Roman" w:cs="Times New Roman"/>
                <w:sz w:val="24"/>
                <w:szCs w:val="24"/>
              </w:rPr>
              <w:t>    углеводов</w:t>
            </w:r>
          </w:p>
        </w:tc>
      </w:tr>
    </w:tbl>
    <w:p w:rsidR="00F4652F" w:rsidRPr="00546305" w:rsidRDefault="00F4652F" w:rsidP="00546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6305">
        <w:rPr>
          <w:rFonts w:ascii="Times New Roman" w:hAnsi="Times New Roman" w:cs="Times New Roman"/>
          <w:i/>
          <w:iCs/>
          <w:sz w:val="24"/>
          <w:szCs w:val="24"/>
        </w:rPr>
        <w:t>Отметьте знаком +  правильный ответ</w:t>
      </w:r>
    </w:p>
    <w:p w:rsidR="00F4652F" w:rsidRPr="00546305" w:rsidRDefault="00F4652F" w:rsidP="005463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6305">
        <w:rPr>
          <w:rFonts w:ascii="Times New Roman" w:hAnsi="Times New Roman" w:cs="Times New Roman"/>
          <w:b/>
          <w:bCs/>
          <w:sz w:val="24"/>
          <w:szCs w:val="24"/>
        </w:rPr>
        <w:t>2. Консистенция готовой каши зависит от:</w:t>
      </w:r>
    </w:p>
    <w:p w:rsidR="00F4652F" w:rsidRPr="00546305" w:rsidRDefault="00F4652F" w:rsidP="00546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6305">
        <w:rPr>
          <w:rFonts w:ascii="Times New Roman" w:hAnsi="Times New Roman" w:cs="Times New Roman"/>
          <w:sz w:val="24"/>
          <w:szCs w:val="24"/>
        </w:rPr>
        <w:t xml:space="preserve">1.  </w:t>
      </w:r>
      <w:r w:rsidRPr="00546305">
        <w:rPr>
          <w:rFonts w:ascii="Times New Roman" w:hAnsi="Times New Roman" w:cs="Times New Roman"/>
          <w:sz w:val="24"/>
          <w:szCs w:val="24"/>
        </w:rPr>
        <w:t>   количества крупы</w:t>
      </w:r>
    </w:p>
    <w:p w:rsidR="00F4652F" w:rsidRPr="00546305" w:rsidRDefault="00F4652F" w:rsidP="00546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6305">
        <w:rPr>
          <w:rFonts w:ascii="Times New Roman" w:hAnsi="Times New Roman" w:cs="Times New Roman"/>
          <w:sz w:val="24"/>
          <w:szCs w:val="24"/>
        </w:rPr>
        <w:t xml:space="preserve">2.  </w:t>
      </w:r>
      <w:r w:rsidRPr="00546305">
        <w:rPr>
          <w:rFonts w:ascii="Times New Roman" w:hAnsi="Times New Roman" w:cs="Times New Roman"/>
          <w:sz w:val="24"/>
          <w:szCs w:val="24"/>
        </w:rPr>
        <w:t>   количества  жидкости</w:t>
      </w:r>
    </w:p>
    <w:p w:rsidR="00F4652F" w:rsidRPr="00546305" w:rsidRDefault="00F4652F" w:rsidP="00546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6305">
        <w:rPr>
          <w:rFonts w:ascii="Times New Roman" w:hAnsi="Times New Roman" w:cs="Times New Roman"/>
          <w:sz w:val="24"/>
          <w:szCs w:val="24"/>
        </w:rPr>
        <w:t xml:space="preserve">3.  </w:t>
      </w:r>
      <w:r w:rsidRPr="00546305">
        <w:rPr>
          <w:rFonts w:ascii="Times New Roman" w:hAnsi="Times New Roman" w:cs="Times New Roman"/>
          <w:sz w:val="24"/>
          <w:szCs w:val="24"/>
        </w:rPr>
        <w:t>   соотношения крупы и жидкости</w:t>
      </w:r>
    </w:p>
    <w:p w:rsidR="00F4652F" w:rsidRPr="00546305" w:rsidRDefault="00F4652F" w:rsidP="00546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6305">
        <w:rPr>
          <w:rFonts w:ascii="Times New Roman" w:hAnsi="Times New Roman" w:cs="Times New Roman"/>
          <w:sz w:val="24"/>
          <w:szCs w:val="24"/>
        </w:rPr>
        <w:t xml:space="preserve">4.  </w:t>
      </w:r>
      <w:r w:rsidRPr="00546305">
        <w:rPr>
          <w:rFonts w:ascii="Times New Roman" w:hAnsi="Times New Roman" w:cs="Times New Roman"/>
          <w:sz w:val="24"/>
          <w:szCs w:val="24"/>
        </w:rPr>
        <w:t>   времени варки</w:t>
      </w:r>
    </w:p>
    <w:p w:rsidR="00F4652F" w:rsidRPr="00546305" w:rsidRDefault="00F4652F" w:rsidP="005463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6305">
        <w:rPr>
          <w:rFonts w:ascii="Times New Roman" w:hAnsi="Times New Roman" w:cs="Times New Roman"/>
          <w:b/>
          <w:bCs/>
          <w:sz w:val="24"/>
          <w:szCs w:val="24"/>
        </w:rPr>
        <w:t>3.  Выполнение проекта завершается:</w:t>
      </w:r>
    </w:p>
    <w:p w:rsidR="00F4652F" w:rsidRPr="00546305" w:rsidRDefault="00F4652F" w:rsidP="00546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6305">
        <w:rPr>
          <w:rFonts w:ascii="Times New Roman" w:hAnsi="Times New Roman" w:cs="Times New Roman"/>
          <w:sz w:val="24"/>
          <w:szCs w:val="24"/>
        </w:rPr>
        <w:t xml:space="preserve">1.  </w:t>
      </w:r>
      <w:r w:rsidRPr="00546305">
        <w:rPr>
          <w:rFonts w:ascii="Times New Roman" w:hAnsi="Times New Roman" w:cs="Times New Roman"/>
          <w:sz w:val="24"/>
          <w:szCs w:val="24"/>
        </w:rPr>
        <w:t>    изготовлением изделия</w:t>
      </w:r>
    </w:p>
    <w:p w:rsidR="00F4652F" w:rsidRPr="00546305" w:rsidRDefault="00F4652F" w:rsidP="00546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6305">
        <w:rPr>
          <w:rFonts w:ascii="Times New Roman" w:hAnsi="Times New Roman" w:cs="Times New Roman"/>
          <w:sz w:val="24"/>
          <w:szCs w:val="24"/>
        </w:rPr>
        <w:t xml:space="preserve">2.  </w:t>
      </w:r>
      <w:r w:rsidRPr="00546305">
        <w:rPr>
          <w:rFonts w:ascii="Times New Roman" w:hAnsi="Times New Roman" w:cs="Times New Roman"/>
          <w:sz w:val="24"/>
          <w:szCs w:val="24"/>
        </w:rPr>
        <w:t xml:space="preserve">    оценкой и самооценкой проекта               </w:t>
      </w:r>
    </w:p>
    <w:p w:rsidR="00F4652F" w:rsidRPr="00546305" w:rsidRDefault="00F4652F" w:rsidP="00546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6305">
        <w:rPr>
          <w:rFonts w:ascii="Times New Roman" w:hAnsi="Times New Roman" w:cs="Times New Roman"/>
          <w:sz w:val="24"/>
          <w:szCs w:val="24"/>
        </w:rPr>
        <w:t xml:space="preserve">3.  </w:t>
      </w:r>
      <w:r w:rsidRPr="00546305">
        <w:rPr>
          <w:rFonts w:ascii="Times New Roman" w:hAnsi="Times New Roman" w:cs="Times New Roman"/>
          <w:sz w:val="24"/>
          <w:szCs w:val="24"/>
        </w:rPr>
        <w:t>    презентацией (защитой проекта)</w:t>
      </w:r>
    </w:p>
    <w:p w:rsidR="00F4652F" w:rsidRPr="00546305" w:rsidRDefault="00F4652F" w:rsidP="005463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6305">
        <w:rPr>
          <w:rFonts w:ascii="Times New Roman" w:hAnsi="Times New Roman" w:cs="Times New Roman"/>
          <w:b/>
          <w:bCs/>
          <w:sz w:val="24"/>
          <w:szCs w:val="24"/>
        </w:rPr>
        <w:t>4. Для чего предназначен длинный желобок в конструкции швейной иглы?</w:t>
      </w:r>
    </w:p>
    <w:p w:rsidR="00F4652F" w:rsidRPr="00546305" w:rsidRDefault="00F4652F" w:rsidP="005463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6305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…………………………………………………………………………………………..</w:t>
      </w:r>
    </w:p>
    <w:p w:rsidR="00F4652F" w:rsidRPr="00546305" w:rsidRDefault="00F4652F" w:rsidP="00546305">
      <w:pPr>
        <w:spacing w:after="0" w:line="240" w:lineRule="auto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546305">
        <w:rPr>
          <w:rFonts w:ascii="Times New Roman" w:hAnsi="Times New Roman" w:cs="Times New Roman"/>
          <w:b/>
          <w:bCs/>
          <w:snapToGrid w:val="0"/>
          <w:sz w:val="24"/>
          <w:szCs w:val="24"/>
        </w:rPr>
        <w:t>5. Причинами пропуска стежков в машинной строчке могут быть:</w:t>
      </w:r>
    </w:p>
    <w:p w:rsidR="00F4652F" w:rsidRPr="00546305" w:rsidRDefault="00F4652F" w:rsidP="00546305">
      <w:pPr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546305">
        <w:rPr>
          <w:rFonts w:ascii="Times New Roman" w:hAnsi="Times New Roman" w:cs="Times New Roman"/>
          <w:sz w:val="24"/>
          <w:szCs w:val="24"/>
        </w:rPr>
        <w:t xml:space="preserve"> 1.  </w:t>
      </w:r>
      <w:r w:rsidRPr="00546305">
        <w:rPr>
          <w:rFonts w:ascii="Times New Roman" w:hAnsi="Times New Roman" w:cs="Times New Roman"/>
          <w:sz w:val="24"/>
          <w:szCs w:val="24"/>
        </w:rPr>
        <w:t xml:space="preserve">    </w:t>
      </w:r>
      <w:r w:rsidRPr="00546305">
        <w:rPr>
          <w:rFonts w:ascii="Times New Roman" w:hAnsi="Times New Roman" w:cs="Times New Roman"/>
          <w:snapToGrid w:val="0"/>
          <w:sz w:val="24"/>
          <w:szCs w:val="24"/>
        </w:rPr>
        <w:t>погнутая игла или неправильно подобранная игла</w:t>
      </w:r>
      <w:r w:rsidRPr="0054630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4652F" w:rsidRPr="00546305" w:rsidRDefault="00F4652F" w:rsidP="00546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6305">
        <w:rPr>
          <w:rFonts w:ascii="Times New Roman" w:hAnsi="Times New Roman" w:cs="Times New Roman"/>
          <w:sz w:val="24"/>
          <w:szCs w:val="24"/>
        </w:rPr>
        <w:t xml:space="preserve"> 2.  </w:t>
      </w:r>
      <w:r w:rsidRPr="00546305">
        <w:rPr>
          <w:rFonts w:ascii="Times New Roman" w:hAnsi="Times New Roman" w:cs="Times New Roman"/>
          <w:sz w:val="24"/>
          <w:szCs w:val="24"/>
        </w:rPr>
        <w:t xml:space="preserve">    </w:t>
      </w:r>
      <w:r w:rsidRPr="00546305">
        <w:rPr>
          <w:rFonts w:ascii="Times New Roman" w:hAnsi="Times New Roman" w:cs="Times New Roman"/>
          <w:snapToGrid w:val="0"/>
          <w:sz w:val="24"/>
          <w:szCs w:val="24"/>
        </w:rPr>
        <w:t>слишком сильное натяжение верхней нити</w:t>
      </w:r>
      <w:r w:rsidRPr="00546305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F4652F" w:rsidRPr="00546305" w:rsidRDefault="00F4652F" w:rsidP="00546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6305">
        <w:rPr>
          <w:rFonts w:ascii="Times New Roman" w:hAnsi="Times New Roman" w:cs="Times New Roman"/>
          <w:sz w:val="24"/>
          <w:szCs w:val="24"/>
        </w:rPr>
        <w:t xml:space="preserve"> 3.  </w:t>
      </w:r>
      <w:r w:rsidRPr="00546305">
        <w:rPr>
          <w:rFonts w:ascii="Times New Roman" w:hAnsi="Times New Roman" w:cs="Times New Roman"/>
          <w:sz w:val="24"/>
          <w:szCs w:val="24"/>
        </w:rPr>
        <w:t xml:space="preserve">    </w:t>
      </w:r>
      <w:r w:rsidRPr="00546305">
        <w:rPr>
          <w:rFonts w:ascii="Times New Roman" w:hAnsi="Times New Roman" w:cs="Times New Roman"/>
          <w:snapToGrid w:val="0"/>
          <w:sz w:val="24"/>
          <w:szCs w:val="24"/>
        </w:rPr>
        <w:t>слишком сильное натяжение нижней нити</w:t>
      </w:r>
    </w:p>
    <w:p w:rsidR="00F4652F" w:rsidRPr="00546305" w:rsidRDefault="00F4652F" w:rsidP="00546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6305">
        <w:rPr>
          <w:rFonts w:ascii="Times New Roman" w:hAnsi="Times New Roman" w:cs="Times New Roman"/>
          <w:sz w:val="24"/>
          <w:szCs w:val="24"/>
        </w:rPr>
        <w:t xml:space="preserve"> 4.  </w:t>
      </w:r>
      <w:r w:rsidRPr="00546305">
        <w:rPr>
          <w:rFonts w:ascii="Times New Roman" w:hAnsi="Times New Roman" w:cs="Times New Roman"/>
          <w:sz w:val="24"/>
          <w:szCs w:val="24"/>
        </w:rPr>
        <w:t xml:space="preserve">    </w:t>
      </w:r>
      <w:r w:rsidRPr="00546305">
        <w:rPr>
          <w:rFonts w:ascii="Times New Roman" w:hAnsi="Times New Roman" w:cs="Times New Roman"/>
          <w:snapToGrid w:val="0"/>
          <w:sz w:val="24"/>
          <w:szCs w:val="24"/>
        </w:rPr>
        <w:t>толщина нити, не соответствующая номеру иглы</w:t>
      </w:r>
    </w:p>
    <w:p w:rsidR="00F4652F" w:rsidRPr="00546305" w:rsidRDefault="00F4652F" w:rsidP="00546305">
      <w:pPr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546305">
        <w:rPr>
          <w:rFonts w:ascii="Times New Roman" w:hAnsi="Times New Roman" w:cs="Times New Roman"/>
          <w:sz w:val="24"/>
          <w:szCs w:val="24"/>
        </w:rPr>
        <w:t xml:space="preserve"> 5.  </w:t>
      </w:r>
      <w:r w:rsidRPr="00546305">
        <w:rPr>
          <w:rFonts w:ascii="Times New Roman" w:hAnsi="Times New Roman" w:cs="Times New Roman"/>
          <w:sz w:val="24"/>
          <w:szCs w:val="24"/>
        </w:rPr>
        <w:t xml:space="preserve">    </w:t>
      </w:r>
      <w:r w:rsidRPr="00546305">
        <w:rPr>
          <w:rFonts w:ascii="Times New Roman" w:hAnsi="Times New Roman" w:cs="Times New Roman"/>
          <w:snapToGrid w:val="0"/>
          <w:sz w:val="24"/>
          <w:szCs w:val="24"/>
        </w:rPr>
        <w:t>слишком большая длина стежка</w:t>
      </w:r>
    </w:p>
    <w:p w:rsidR="00F4652F" w:rsidRPr="00546305" w:rsidRDefault="00F4652F" w:rsidP="00546305">
      <w:pPr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546305">
        <w:rPr>
          <w:rFonts w:ascii="Times New Roman" w:hAnsi="Times New Roman" w:cs="Times New Roman"/>
          <w:sz w:val="24"/>
          <w:szCs w:val="24"/>
        </w:rPr>
        <w:t xml:space="preserve"> 6.  </w:t>
      </w:r>
      <w:r w:rsidRPr="00546305">
        <w:rPr>
          <w:rFonts w:ascii="Times New Roman" w:hAnsi="Times New Roman" w:cs="Times New Roman"/>
          <w:sz w:val="24"/>
          <w:szCs w:val="24"/>
        </w:rPr>
        <w:t xml:space="preserve">    </w:t>
      </w:r>
      <w:r w:rsidRPr="00546305">
        <w:rPr>
          <w:rFonts w:ascii="Times New Roman" w:hAnsi="Times New Roman" w:cs="Times New Roman"/>
          <w:snapToGrid w:val="0"/>
          <w:sz w:val="24"/>
          <w:szCs w:val="24"/>
        </w:rPr>
        <w:t>неправильная установка иглы</w:t>
      </w:r>
      <w:r w:rsidRPr="0054630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4652F" w:rsidRPr="00546305" w:rsidRDefault="00F4652F" w:rsidP="00546305">
      <w:pPr>
        <w:spacing w:after="0" w:line="240" w:lineRule="auto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546305">
        <w:rPr>
          <w:rFonts w:ascii="Times New Roman" w:hAnsi="Times New Roman" w:cs="Times New Roman"/>
          <w:b/>
          <w:bCs/>
          <w:snapToGrid w:val="0"/>
          <w:sz w:val="24"/>
          <w:szCs w:val="24"/>
        </w:rPr>
        <w:t>6. Назовите три любых вида синтетических волокон:</w:t>
      </w:r>
    </w:p>
    <w:p w:rsidR="00F4652F" w:rsidRPr="00546305" w:rsidRDefault="00F4652F" w:rsidP="00546305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546305">
        <w:rPr>
          <w:rFonts w:ascii="Times New Roman" w:hAnsi="Times New Roman" w:cs="Times New Roman"/>
          <w:b/>
          <w:bCs/>
          <w:snapToGrid w:val="0"/>
          <w:sz w:val="24"/>
          <w:szCs w:val="24"/>
        </w:rPr>
        <w:t>------------------------------------------------</w:t>
      </w:r>
    </w:p>
    <w:p w:rsidR="00F4652F" w:rsidRPr="00546305" w:rsidRDefault="00F4652F" w:rsidP="00546305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546305">
        <w:rPr>
          <w:rFonts w:ascii="Times New Roman" w:hAnsi="Times New Roman" w:cs="Times New Roman"/>
          <w:b/>
          <w:bCs/>
          <w:snapToGrid w:val="0"/>
          <w:sz w:val="24"/>
          <w:szCs w:val="24"/>
        </w:rPr>
        <w:t>-----------------------------------------------</w:t>
      </w:r>
    </w:p>
    <w:p w:rsidR="00F4652F" w:rsidRPr="00546305" w:rsidRDefault="00F4652F" w:rsidP="00546305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546305">
        <w:rPr>
          <w:rFonts w:ascii="Times New Roman" w:hAnsi="Times New Roman" w:cs="Times New Roman"/>
          <w:b/>
          <w:bCs/>
          <w:snapToGrid w:val="0"/>
          <w:sz w:val="24"/>
          <w:szCs w:val="24"/>
        </w:rPr>
        <w:t>-----------------------------------------------</w:t>
      </w:r>
    </w:p>
    <w:p w:rsidR="00F4652F" w:rsidRPr="00546305" w:rsidRDefault="00F4652F" w:rsidP="005463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6305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Pr="00546305">
        <w:rPr>
          <w:rFonts w:ascii="Times New Roman" w:hAnsi="Times New Roman" w:cs="Times New Roman"/>
          <w:sz w:val="24"/>
          <w:szCs w:val="24"/>
        </w:rPr>
        <w:t xml:space="preserve"> </w:t>
      </w:r>
      <w:r w:rsidRPr="00546305">
        <w:rPr>
          <w:rFonts w:ascii="Times New Roman" w:hAnsi="Times New Roman" w:cs="Times New Roman"/>
          <w:b/>
          <w:bCs/>
          <w:sz w:val="24"/>
          <w:szCs w:val="24"/>
        </w:rPr>
        <w:t>Создание моделей по эскизам – это:</w:t>
      </w:r>
    </w:p>
    <w:p w:rsidR="00F4652F" w:rsidRPr="00546305" w:rsidRDefault="00F4652F" w:rsidP="00546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63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46305">
        <w:rPr>
          <w:rFonts w:ascii="Times New Roman" w:hAnsi="Times New Roman" w:cs="Times New Roman"/>
          <w:sz w:val="24"/>
          <w:szCs w:val="24"/>
        </w:rPr>
        <w:t xml:space="preserve">1.  </w:t>
      </w:r>
      <w:r w:rsidRPr="00546305">
        <w:rPr>
          <w:rFonts w:ascii="Times New Roman" w:hAnsi="Times New Roman" w:cs="Times New Roman"/>
          <w:sz w:val="24"/>
          <w:szCs w:val="24"/>
        </w:rPr>
        <w:t xml:space="preserve">      техническое моделирование  </w:t>
      </w:r>
    </w:p>
    <w:p w:rsidR="00F4652F" w:rsidRPr="00546305" w:rsidRDefault="00F4652F" w:rsidP="00546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6305">
        <w:rPr>
          <w:rFonts w:ascii="Times New Roman" w:hAnsi="Times New Roman" w:cs="Times New Roman"/>
          <w:sz w:val="24"/>
          <w:szCs w:val="24"/>
        </w:rPr>
        <w:t xml:space="preserve"> 2.  </w:t>
      </w:r>
      <w:r w:rsidRPr="00546305">
        <w:rPr>
          <w:rFonts w:ascii="Times New Roman" w:hAnsi="Times New Roman" w:cs="Times New Roman"/>
          <w:sz w:val="24"/>
          <w:szCs w:val="24"/>
        </w:rPr>
        <w:t xml:space="preserve">      технологическое моделирование </w:t>
      </w:r>
    </w:p>
    <w:p w:rsidR="00F4652F" w:rsidRPr="00546305" w:rsidRDefault="00F4652F" w:rsidP="00546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6305">
        <w:rPr>
          <w:rFonts w:ascii="Times New Roman" w:hAnsi="Times New Roman" w:cs="Times New Roman"/>
          <w:sz w:val="24"/>
          <w:szCs w:val="24"/>
        </w:rPr>
        <w:t xml:space="preserve"> 3.  </w:t>
      </w:r>
      <w:r w:rsidRPr="00546305">
        <w:rPr>
          <w:rFonts w:ascii="Times New Roman" w:hAnsi="Times New Roman" w:cs="Times New Roman"/>
          <w:sz w:val="24"/>
          <w:szCs w:val="24"/>
        </w:rPr>
        <w:t>      конструктивное моделирование</w:t>
      </w:r>
    </w:p>
    <w:p w:rsidR="00F4652F" w:rsidRPr="00546305" w:rsidRDefault="00F4652F" w:rsidP="00546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6305">
        <w:rPr>
          <w:rFonts w:ascii="Times New Roman" w:hAnsi="Times New Roman" w:cs="Times New Roman"/>
          <w:b/>
          <w:bCs/>
          <w:sz w:val="24"/>
          <w:szCs w:val="24"/>
        </w:rPr>
        <w:t>8.  Установите соответствие между условными обозначениями, применяемыми на            выкройках швейных изделий,  и  их  значением</w:t>
      </w:r>
    </w:p>
    <w:p w:rsidR="00F4652F" w:rsidRPr="00546305" w:rsidRDefault="00F4652F" w:rsidP="00546305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546305">
        <w:rPr>
          <w:rFonts w:ascii="Times New Roman" w:hAnsi="Times New Roman" w:cs="Times New Roman"/>
          <w:i/>
          <w:iCs/>
          <w:sz w:val="24"/>
          <w:szCs w:val="24"/>
        </w:rPr>
        <w:t>Условное обозначение</w:t>
      </w:r>
      <w:r w:rsidRPr="00546305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546305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546305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546305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Значение</w:t>
      </w:r>
    </w:p>
    <w:p w:rsidR="00F4652F" w:rsidRPr="00546305" w:rsidRDefault="00F4652F" w:rsidP="00546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6305">
        <w:rPr>
          <w:rFonts w:ascii="Times New Roman" w:hAnsi="Times New Roman" w:cs="Times New Roman"/>
          <w:sz w:val="24"/>
          <w:szCs w:val="24"/>
        </w:rPr>
        <w:t>1.</w:t>
      </w:r>
      <w:r w:rsidRPr="00546305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546305">
        <w:rPr>
          <w:rFonts w:ascii="Times New Roman" w:hAnsi="Times New Roman" w:cs="Times New Roman"/>
          <w:b/>
          <w:bCs/>
          <w:sz w:val="24"/>
          <w:szCs w:val="24"/>
        </w:rPr>
        <w:sym w:font="Symbol" w:char="F03E"/>
      </w:r>
      <w:r w:rsidRPr="00546305">
        <w:rPr>
          <w:rFonts w:ascii="Times New Roman" w:hAnsi="Times New Roman" w:cs="Times New Roman"/>
          <w:b/>
          <w:bCs/>
          <w:sz w:val="24"/>
          <w:szCs w:val="24"/>
        </w:rPr>
        <w:sym w:font="Symbol" w:char="F02D"/>
      </w:r>
      <w:r w:rsidRPr="00546305">
        <w:rPr>
          <w:rFonts w:ascii="Times New Roman" w:hAnsi="Times New Roman" w:cs="Times New Roman"/>
          <w:b/>
          <w:bCs/>
          <w:sz w:val="24"/>
          <w:szCs w:val="24"/>
        </w:rPr>
        <w:sym w:font="Wingdings" w:char="F022"/>
      </w:r>
      <w:r w:rsidRPr="00546305">
        <w:rPr>
          <w:rFonts w:ascii="Times New Roman" w:hAnsi="Times New Roman" w:cs="Times New Roman"/>
          <w:b/>
          <w:bCs/>
          <w:sz w:val="24"/>
          <w:szCs w:val="24"/>
        </w:rPr>
        <w:sym w:font="Symbol" w:char="F02D"/>
      </w:r>
      <w:r w:rsidRPr="00546305">
        <w:rPr>
          <w:rFonts w:ascii="Times New Roman" w:hAnsi="Times New Roman" w:cs="Times New Roman"/>
          <w:b/>
          <w:bCs/>
          <w:sz w:val="24"/>
          <w:szCs w:val="24"/>
        </w:rPr>
        <w:sym w:font="Symbol" w:char="F03C"/>
      </w:r>
      <w:r w:rsidRPr="00546305">
        <w:rPr>
          <w:rFonts w:ascii="Times New Roman" w:hAnsi="Times New Roman" w:cs="Times New Roman"/>
          <w:sz w:val="24"/>
          <w:szCs w:val="24"/>
        </w:rPr>
        <w:tab/>
      </w:r>
      <w:r w:rsidRPr="00546305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546305">
        <w:rPr>
          <w:rFonts w:ascii="Times New Roman" w:hAnsi="Times New Roman" w:cs="Times New Roman"/>
          <w:sz w:val="24"/>
          <w:szCs w:val="24"/>
        </w:rPr>
        <w:tab/>
      </w:r>
      <w:r w:rsidRPr="00546305">
        <w:rPr>
          <w:rFonts w:ascii="Times New Roman" w:hAnsi="Times New Roman" w:cs="Times New Roman"/>
          <w:sz w:val="24"/>
          <w:szCs w:val="24"/>
        </w:rPr>
        <w:tab/>
      </w:r>
      <w:r w:rsidRPr="00546305">
        <w:rPr>
          <w:rFonts w:ascii="Times New Roman" w:hAnsi="Times New Roman" w:cs="Times New Roman"/>
          <w:sz w:val="24"/>
          <w:szCs w:val="24"/>
        </w:rPr>
        <w:tab/>
        <w:t xml:space="preserve">а.  </w:t>
      </w:r>
      <w:r w:rsidRPr="00546305">
        <w:rPr>
          <w:rFonts w:ascii="Times New Roman" w:hAnsi="Times New Roman" w:cs="Times New Roman"/>
          <w:sz w:val="24"/>
          <w:szCs w:val="24"/>
        </w:rPr>
        <w:t>    пришить пуговицу</w:t>
      </w:r>
    </w:p>
    <w:p w:rsidR="00F4652F" w:rsidRPr="00546305" w:rsidRDefault="00F4652F" w:rsidP="00546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6305">
        <w:rPr>
          <w:rFonts w:ascii="Times New Roman" w:hAnsi="Times New Roman" w:cs="Times New Roman"/>
          <w:sz w:val="24"/>
          <w:szCs w:val="24"/>
        </w:rPr>
        <w:t xml:space="preserve">2.   </w:t>
      </w:r>
      <w:r w:rsidRPr="00546305">
        <w:rPr>
          <w:rFonts w:ascii="Times New Roman" w:hAnsi="Times New Roman" w:cs="Times New Roman"/>
          <w:b/>
          <w:bCs/>
          <w:sz w:val="24"/>
          <w:szCs w:val="24"/>
        </w:rPr>
        <w:sym w:font="Symbol" w:char="F0B4"/>
      </w:r>
      <w:r w:rsidRPr="0054630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46305">
        <w:rPr>
          <w:rFonts w:ascii="Times New Roman" w:hAnsi="Times New Roman" w:cs="Times New Roman"/>
          <w:sz w:val="24"/>
          <w:szCs w:val="24"/>
        </w:rPr>
        <w:tab/>
      </w:r>
      <w:r w:rsidRPr="00546305">
        <w:rPr>
          <w:rFonts w:ascii="Times New Roman" w:hAnsi="Times New Roman" w:cs="Times New Roman"/>
          <w:sz w:val="24"/>
          <w:szCs w:val="24"/>
        </w:rPr>
        <w:tab/>
      </w:r>
      <w:r w:rsidRPr="00546305">
        <w:rPr>
          <w:rFonts w:ascii="Times New Roman" w:hAnsi="Times New Roman" w:cs="Times New Roman"/>
          <w:sz w:val="24"/>
          <w:szCs w:val="24"/>
        </w:rPr>
        <w:tab/>
      </w:r>
      <w:r w:rsidRPr="00546305">
        <w:rPr>
          <w:rFonts w:ascii="Times New Roman" w:hAnsi="Times New Roman" w:cs="Times New Roman"/>
          <w:sz w:val="24"/>
          <w:szCs w:val="24"/>
        </w:rPr>
        <w:tab/>
      </w:r>
      <w:r w:rsidRPr="00546305">
        <w:rPr>
          <w:rFonts w:ascii="Times New Roman" w:hAnsi="Times New Roman" w:cs="Times New Roman"/>
          <w:sz w:val="24"/>
          <w:szCs w:val="24"/>
        </w:rPr>
        <w:tab/>
        <w:t xml:space="preserve">б.  </w:t>
      </w:r>
      <w:r w:rsidRPr="00546305">
        <w:rPr>
          <w:rFonts w:ascii="Times New Roman" w:hAnsi="Times New Roman" w:cs="Times New Roman"/>
          <w:sz w:val="24"/>
          <w:szCs w:val="24"/>
        </w:rPr>
        <w:t>    заложить складку</w:t>
      </w:r>
    </w:p>
    <w:p w:rsidR="00F4652F" w:rsidRPr="00546305" w:rsidRDefault="00F4652F" w:rsidP="00546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6305">
        <w:rPr>
          <w:rFonts w:ascii="Times New Roman" w:hAnsi="Times New Roman" w:cs="Times New Roman"/>
          <w:sz w:val="24"/>
          <w:szCs w:val="24"/>
        </w:rPr>
        <w:t>3. -----------</w:t>
      </w:r>
      <w:r w:rsidRPr="00546305">
        <w:rPr>
          <w:rFonts w:ascii="Times New Roman" w:hAnsi="Times New Roman" w:cs="Times New Roman"/>
          <w:sz w:val="24"/>
          <w:szCs w:val="24"/>
        </w:rPr>
        <w:tab/>
      </w:r>
      <w:r w:rsidRPr="00546305">
        <w:rPr>
          <w:rFonts w:ascii="Times New Roman" w:hAnsi="Times New Roman" w:cs="Times New Roman"/>
          <w:sz w:val="24"/>
          <w:szCs w:val="24"/>
        </w:rPr>
        <w:tab/>
      </w:r>
      <w:r w:rsidRPr="00546305">
        <w:rPr>
          <w:rFonts w:ascii="Times New Roman" w:hAnsi="Times New Roman" w:cs="Times New Roman"/>
          <w:sz w:val="24"/>
          <w:szCs w:val="24"/>
        </w:rPr>
        <w:tab/>
      </w:r>
      <w:r w:rsidRPr="00546305">
        <w:rPr>
          <w:rFonts w:ascii="Times New Roman" w:hAnsi="Times New Roman" w:cs="Times New Roman"/>
          <w:sz w:val="24"/>
          <w:szCs w:val="24"/>
        </w:rPr>
        <w:tab/>
      </w:r>
      <w:r w:rsidRPr="00546305">
        <w:rPr>
          <w:rFonts w:ascii="Times New Roman" w:hAnsi="Times New Roman" w:cs="Times New Roman"/>
          <w:sz w:val="24"/>
          <w:szCs w:val="24"/>
        </w:rPr>
        <w:tab/>
        <w:t xml:space="preserve">в.  </w:t>
      </w:r>
      <w:r w:rsidRPr="00546305">
        <w:rPr>
          <w:rFonts w:ascii="Times New Roman" w:hAnsi="Times New Roman" w:cs="Times New Roman"/>
          <w:sz w:val="24"/>
          <w:szCs w:val="24"/>
        </w:rPr>
        <w:t>    присборить ткань</w:t>
      </w:r>
    </w:p>
    <w:p w:rsidR="00F4652F" w:rsidRPr="00546305" w:rsidRDefault="00F4652F" w:rsidP="00546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6305">
        <w:rPr>
          <w:rFonts w:ascii="Times New Roman" w:hAnsi="Times New Roman" w:cs="Times New Roman"/>
          <w:sz w:val="24"/>
          <w:szCs w:val="24"/>
        </w:rPr>
        <w:t>4.</w:t>
      </w:r>
      <w:r w:rsidRPr="00546305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546305">
        <w:rPr>
          <w:rFonts w:ascii="Times New Roman" w:hAnsi="Times New Roman" w:cs="Times New Roman"/>
          <w:b/>
          <w:bCs/>
          <w:sz w:val="24"/>
          <w:szCs w:val="24"/>
        </w:rPr>
        <w:sym w:font="MT Extra" w:char="F061"/>
      </w:r>
      <w:r w:rsidRPr="00546305">
        <w:rPr>
          <w:rFonts w:ascii="Times New Roman" w:hAnsi="Times New Roman" w:cs="Times New Roman"/>
          <w:b/>
          <w:bCs/>
          <w:sz w:val="24"/>
          <w:szCs w:val="24"/>
        </w:rPr>
        <w:sym w:font="Symbol" w:char="F0BD"/>
      </w:r>
      <w:r w:rsidRPr="00546305">
        <w:rPr>
          <w:rFonts w:ascii="Times New Roman" w:hAnsi="Times New Roman" w:cs="Times New Roman"/>
          <w:sz w:val="24"/>
          <w:szCs w:val="24"/>
        </w:rPr>
        <w:tab/>
      </w:r>
      <w:r w:rsidRPr="00546305">
        <w:rPr>
          <w:rFonts w:ascii="Times New Roman" w:hAnsi="Times New Roman" w:cs="Times New Roman"/>
          <w:sz w:val="24"/>
          <w:szCs w:val="24"/>
        </w:rPr>
        <w:tab/>
      </w:r>
      <w:r w:rsidRPr="00546305">
        <w:rPr>
          <w:rFonts w:ascii="Times New Roman" w:hAnsi="Times New Roman" w:cs="Times New Roman"/>
          <w:sz w:val="24"/>
          <w:szCs w:val="24"/>
        </w:rPr>
        <w:tab/>
      </w:r>
      <w:r w:rsidRPr="00546305">
        <w:rPr>
          <w:rFonts w:ascii="Times New Roman" w:hAnsi="Times New Roman" w:cs="Times New Roman"/>
          <w:sz w:val="24"/>
          <w:szCs w:val="24"/>
        </w:rPr>
        <w:tab/>
      </w:r>
      <w:r w:rsidRPr="0054630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46305">
        <w:rPr>
          <w:rFonts w:ascii="Times New Roman" w:hAnsi="Times New Roman" w:cs="Times New Roman"/>
          <w:sz w:val="24"/>
          <w:szCs w:val="24"/>
        </w:rPr>
        <w:t xml:space="preserve">г.  </w:t>
      </w:r>
      <w:r w:rsidRPr="00546305">
        <w:rPr>
          <w:rFonts w:ascii="Times New Roman" w:hAnsi="Times New Roman" w:cs="Times New Roman"/>
          <w:sz w:val="24"/>
          <w:szCs w:val="24"/>
        </w:rPr>
        <w:t>    прорезать петлю</w:t>
      </w:r>
    </w:p>
    <w:p w:rsidR="00F4652F" w:rsidRPr="00546305" w:rsidRDefault="00F4652F" w:rsidP="00546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6305">
        <w:rPr>
          <w:rFonts w:ascii="Times New Roman" w:hAnsi="Times New Roman" w:cs="Times New Roman"/>
          <w:sz w:val="24"/>
          <w:szCs w:val="24"/>
        </w:rPr>
        <w:t xml:space="preserve">5.   </w:t>
      </w:r>
      <w:r w:rsidRPr="00546305">
        <w:rPr>
          <w:rFonts w:ascii="Times New Roman" w:hAnsi="Times New Roman" w:cs="Times New Roman"/>
          <w:sz w:val="24"/>
          <w:szCs w:val="24"/>
        </w:rPr>
        <w:sym w:font="Symbol" w:char="F0AD"/>
      </w:r>
      <w:r w:rsidRPr="00546305">
        <w:rPr>
          <w:rFonts w:ascii="Times New Roman" w:hAnsi="Times New Roman" w:cs="Times New Roman"/>
          <w:sz w:val="24"/>
          <w:szCs w:val="24"/>
        </w:rPr>
        <w:tab/>
      </w:r>
      <w:r w:rsidRPr="00546305">
        <w:rPr>
          <w:rFonts w:ascii="Times New Roman" w:hAnsi="Times New Roman" w:cs="Times New Roman"/>
          <w:sz w:val="24"/>
          <w:szCs w:val="24"/>
        </w:rPr>
        <w:tab/>
      </w:r>
      <w:r w:rsidRPr="00546305">
        <w:rPr>
          <w:rFonts w:ascii="Times New Roman" w:hAnsi="Times New Roman" w:cs="Times New Roman"/>
          <w:sz w:val="24"/>
          <w:szCs w:val="24"/>
        </w:rPr>
        <w:tab/>
      </w:r>
      <w:r w:rsidRPr="00546305">
        <w:rPr>
          <w:rFonts w:ascii="Times New Roman" w:hAnsi="Times New Roman" w:cs="Times New Roman"/>
          <w:sz w:val="24"/>
          <w:szCs w:val="24"/>
        </w:rPr>
        <w:tab/>
      </w:r>
      <w:r w:rsidRPr="00546305">
        <w:rPr>
          <w:rFonts w:ascii="Times New Roman" w:hAnsi="Times New Roman" w:cs="Times New Roman"/>
          <w:sz w:val="24"/>
          <w:szCs w:val="24"/>
        </w:rPr>
        <w:tab/>
      </w:r>
      <w:r w:rsidRPr="00546305">
        <w:rPr>
          <w:rFonts w:ascii="Times New Roman" w:hAnsi="Times New Roman" w:cs="Times New Roman"/>
          <w:sz w:val="24"/>
          <w:szCs w:val="24"/>
        </w:rPr>
        <w:tab/>
        <w:t xml:space="preserve">д.  </w:t>
      </w:r>
      <w:r w:rsidRPr="00546305">
        <w:rPr>
          <w:rFonts w:ascii="Times New Roman" w:hAnsi="Times New Roman" w:cs="Times New Roman"/>
          <w:sz w:val="24"/>
          <w:szCs w:val="24"/>
        </w:rPr>
        <w:t>    направление долевой нити</w:t>
      </w:r>
    </w:p>
    <w:p w:rsidR="00F4652F" w:rsidRPr="00546305" w:rsidRDefault="00F4652F" w:rsidP="00546305">
      <w:pPr>
        <w:spacing w:after="0" w:line="240" w:lineRule="auto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>
        <w:rPr>
          <w:noProof/>
          <w:lang w:eastAsia="ru-RU"/>
        </w:rPr>
        <w:pict>
          <v:shape id="_x0000_s1026" type="#_x0000_t75" style="position:absolute;margin-left:208.95pt;margin-top:11.5pt;width:171.75pt;height:84.25pt;z-index:251658240">
            <v:imagedata r:id="rId8" o:title="" gain="1.25"/>
            <w10:wrap type="square"/>
          </v:shape>
        </w:pict>
      </w:r>
      <w:r w:rsidRPr="00546305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9. Назовите силуэты одежды:                                          </w:t>
      </w:r>
    </w:p>
    <w:p w:rsidR="00F4652F" w:rsidRPr="00546305" w:rsidRDefault="00F4652F" w:rsidP="00546305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546305">
        <w:rPr>
          <w:rFonts w:ascii="Times New Roman" w:hAnsi="Times New Roman" w:cs="Times New Roman"/>
          <w:snapToGrid w:val="0"/>
          <w:sz w:val="24"/>
          <w:szCs w:val="24"/>
        </w:rPr>
        <w:t xml:space="preserve"> ----------------------------------------             </w:t>
      </w:r>
    </w:p>
    <w:p w:rsidR="00F4652F" w:rsidRPr="00546305" w:rsidRDefault="00F4652F" w:rsidP="00546305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546305">
        <w:rPr>
          <w:rFonts w:ascii="Times New Roman" w:hAnsi="Times New Roman" w:cs="Times New Roman"/>
          <w:snapToGrid w:val="0"/>
          <w:sz w:val="24"/>
          <w:szCs w:val="24"/>
        </w:rPr>
        <w:t>-----------------------------------------</w:t>
      </w:r>
    </w:p>
    <w:p w:rsidR="00F4652F" w:rsidRPr="00546305" w:rsidRDefault="00F4652F" w:rsidP="00546305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546305">
        <w:rPr>
          <w:rFonts w:ascii="Times New Roman" w:hAnsi="Times New Roman" w:cs="Times New Roman"/>
          <w:snapToGrid w:val="0"/>
          <w:sz w:val="24"/>
          <w:szCs w:val="24"/>
        </w:rPr>
        <w:t>---------------------------------------</w:t>
      </w:r>
    </w:p>
    <w:p w:rsidR="00F4652F" w:rsidRPr="00546305" w:rsidRDefault="00F4652F" w:rsidP="00546305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napToGrid w:val="0"/>
          <w:sz w:val="24"/>
          <w:szCs w:val="24"/>
        </w:rPr>
      </w:pPr>
      <w:r w:rsidRPr="00546305">
        <w:rPr>
          <w:rFonts w:ascii="Times New Roman" w:hAnsi="Times New Roman" w:cs="Times New Roman"/>
          <w:snapToGrid w:val="0"/>
          <w:sz w:val="24"/>
          <w:szCs w:val="24"/>
        </w:rPr>
        <w:t>---------------------------------------</w:t>
      </w:r>
    </w:p>
    <w:p w:rsidR="00F4652F" w:rsidRPr="00546305" w:rsidRDefault="00F4652F" w:rsidP="00546305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546305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---------------------------------------            </w:t>
      </w:r>
    </w:p>
    <w:p w:rsidR="00F4652F" w:rsidRPr="00546305" w:rsidRDefault="00F4652F" w:rsidP="00546305">
      <w:pPr>
        <w:spacing w:after="0" w:line="240" w:lineRule="auto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:rsidR="00F4652F" w:rsidRPr="00546305" w:rsidRDefault="00F4652F" w:rsidP="00546305">
      <w:pPr>
        <w:spacing w:after="0" w:line="240" w:lineRule="auto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:rsidR="00F4652F" w:rsidRPr="00546305" w:rsidRDefault="00F4652F" w:rsidP="00546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46305">
        <w:rPr>
          <w:rFonts w:ascii="Times New Roman" w:hAnsi="Times New Roman" w:cs="Times New Roman"/>
          <w:snapToGrid w:val="0"/>
          <w:sz w:val="24"/>
          <w:szCs w:val="24"/>
        </w:rPr>
        <w:t>10. Это французское слово вошло в русский язык в 30 – 40- годы Х</w:t>
      </w:r>
      <w:r w:rsidRPr="00546305">
        <w:rPr>
          <w:rFonts w:ascii="Times New Roman" w:hAnsi="Times New Roman" w:cs="Times New Roman"/>
          <w:snapToGrid w:val="0"/>
          <w:sz w:val="24"/>
          <w:szCs w:val="24"/>
          <w:lang w:val="en-US"/>
        </w:rPr>
        <w:t>I</w:t>
      </w:r>
      <w:r w:rsidRPr="00546305">
        <w:rPr>
          <w:rFonts w:ascii="Times New Roman" w:hAnsi="Times New Roman" w:cs="Times New Roman"/>
          <w:snapToGrid w:val="0"/>
          <w:sz w:val="24"/>
          <w:szCs w:val="24"/>
        </w:rPr>
        <w:t xml:space="preserve">Х век как конкурент слову </w:t>
      </w:r>
      <w:r w:rsidRPr="00546305">
        <w:rPr>
          <w:rFonts w:ascii="Times New Roman" w:hAnsi="Times New Roman" w:cs="Times New Roman"/>
          <w:i/>
          <w:iCs/>
          <w:snapToGrid w:val="0"/>
          <w:sz w:val="24"/>
          <w:szCs w:val="24"/>
        </w:rPr>
        <w:t>поприще</w:t>
      </w:r>
      <w:r w:rsidRPr="00546305">
        <w:rPr>
          <w:rFonts w:ascii="Times New Roman" w:hAnsi="Times New Roman" w:cs="Times New Roman"/>
          <w:snapToGrid w:val="0"/>
          <w:sz w:val="24"/>
          <w:szCs w:val="24"/>
        </w:rPr>
        <w:t>. Сегодня мы связываем с этим понятием активное достижение человеком успехов в профессиональной деятельности. Что это за слово?   …</w:t>
      </w:r>
      <w:r>
        <w:rPr>
          <w:rFonts w:ascii="Times New Roman" w:hAnsi="Times New Roman" w:cs="Times New Roman"/>
          <w:snapToGrid w:val="0"/>
          <w:sz w:val="24"/>
          <w:szCs w:val="24"/>
        </w:rPr>
        <w:t>…….</w:t>
      </w:r>
    </w:p>
    <w:p w:rsidR="00F4652F" w:rsidRDefault="00F4652F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</w:t>
      </w:r>
    </w:p>
    <w:p w:rsidR="00F4652F" w:rsidRDefault="00F4652F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2E7BB9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Практическая часть</w:t>
      </w:r>
    </w:p>
    <w:p w:rsidR="00F4652F" w:rsidRDefault="00F4652F" w:rsidP="002E7BB9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Pr="002E7BB9" w:rsidRDefault="00F4652F" w:rsidP="002E7BB9">
      <w:pPr>
        <w:jc w:val="center"/>
        <w:rPr>
          <w:rFonts w:ascii="Times New Roman" w:hAnsi="Times New Roman" w:cs="Times New Roman"/>
          <w:sz w:val="24"/>
          <w:szCs w:val="24"/>
        </w:rPr>
      </w:pPr>
      <w:r w:rsidRPr="002E7BB9">
        <w:rPr>
          <w:rFonts w:ascii="Times New Roman" w:hAnsi="Times New Roman" w:cs="Times New Roman"/>
          <w:sz w:val="24"/>
          <w:szCs w:val="24"/>
        </w:rPr>
        <w:t>Выполнить  вытачку. Глубина вытачки 9 см, ширина 3 см</w:t>
      </w:r>
    </w:p>
    <w:p w:rsidR="00F4652F" w:rsidRDefault="00F4652F" w:rsidP="002E7BB9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2E7BB9">
      <w:pPr>
        <w:jc w:val="center"/>
      </w:pPr>
      <w:r>
        <w:pict>
          <v:shape id="_x0000_i1026" type="#_x0000_t75" style="width:277.5pt;height:135pt">
            <v:imagedata r:id="rId9" o:title=""/>
          </v:shape>
        </w:pict>
      </w:r>
    </w:p>
    <w:p w:rsidR="00F4652F" w:rsidRDefault="00F4652F" w:rsidP="002E7BB9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Pr="00F32556" w:rsidRDefault="00F4652F" w:rsidP="00E32A62">
      <w:pPr>
        <w:pStyle w:val="NoSpacing"/>
        <w:spacing w:line="19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</w:t>
      </w:r>
      <w:r w:rsidRPr="00201E83">
        <w:rPr>
          <w:rFonts w:ascii="Times New Roman" w:hAnsi="Times New Roman" w:cs="Times New Roman"/>
          <w:b/>
          <w:bCs/>
          <w:sz w:val="24"/>
          <w:szCs w:val="24"/>
        </w:rPr>
        <w:t>Члены предметно</w:t>
      </w:r>
      <w:r w:rsidRPr="00F32556">
        <w:rPr>
          <w:rFonts w:ascii="Times New Roman" w:hAnsi="Times New Roman" w:cs="Times New Roman"/>
          <w:b/>
          <w:bCs/>
          <w:sz w:val="24"/>
          <w:szCs w:val="24"/>
        </w:rPr>
        <w:t>-методической комиссии:________</w:t>
      </w:r>
      <w:r w:rsidRPr="00F32556">
        <w:rPr>
          <w:rFonts w:ascii="Times New Roman" w:hAnsi="Times New Roman" w:cs="Times New Roman"/>
          <w:sz w:val="24"/>
          <w:szCs w:val="24"/>
        </w:rPr>
        <w:t xml:space="preserve"> Лычева С.Г.                                                                             </w:t>
      </w:r>
    </w:p>
    <w:p w:rsidR="00F4652F" w:rsidRPr="00F32556" w:rsidRDefault="00F4652F" w:rsidP="00E32A62">
      <w:pPr>
        <w:tabs>
          <w:tab w:val="right" w:pos="6521"/>
        </w:tabs>
        <w:spacing w:after="0" w:line="19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F32556">
        <w:rPr>
          <w:rFonts w:ascii="Times New Roman" w:hAnsi="Times New Roman" w:cs="Times New Roman"/>
          <w:sz w:val="24"/>
          <w:szCs w:val="24"/>
        </w:rPr>
        <w:t xml:space="preserve"> ________Ефимова И.П.</w:t>
      </w:r>
    </w:p>
    <w:p w:rsidR="00F4652F" w:rsidRPr="00F32556" w:rsidRDefault="00F4652F" w:rsidP="00E32A62">
      <w:pPr>
        <w:tabs>
          <w:tab w:val="right" w:pos="6521"/>
        </w:tabs>
        <w:spacing w:after="0" w:line="19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F32556">
        <w:rPr>
          <w:rFonts w:ascii="Times New Roman" w:hAnsi="Times New Roman" w:cs="Times New Roman"/>
          <w:sz w:val="24"/>
          <w:szCs w:val="24"/>
        </w:rPr>
        <w:t>______Ефременко Е.А.</w:t>
      </w:r>
    </w:p>
    <w:p w:rsidR="00F4652F" w:rsidRPr="00F32556" w:rsidRDefault="00F4652F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:rsidR="00F4652F" w:rsidRPr="00F32556" w:rsidRDefault="00F4652F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</w:t>
      </w:r>
    </w:p>
    <w:p w:rsidR="00F4652F" w:rsidRPr="00F32556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Pr="00F32556" w:rsidRDefault="00F4652F" w:rsidP="00E32A62">
      <w:pPr>
        <w:pStyle w:val="NoSpacing"/>
        <w:spacing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Pr="00F32556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оценивания </w:t>
      </w:r>
    </w:p>
    <w:p w:rsidR="00F4652F" w:rsidRPr="00F32556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 xml:space="preserve">заданий школьного этапа всероссийской олимпиады </w:t>
      </w:r>
    </w:p>
    <w:p w:rsidR="00F4652F" w:rsidRPr="00F32556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Pr="00F32556">
        <w:rPr>
          <w:rFonts w:ascii="Times New Roman" w:hAnsi="Times New Roman" w:cs="Times New Roman"/>
          <w:b/>
          <w:bCs/>
          <w:sz w:val="24"/>
          <w:szCs w:val="24"/>
          <w:u w:val="single"/>
        </w:rPr>
        <w:t>технологии</w:t>
      </w:r>
    </w:p>
    <w:p w:rsidR="00F4652F" w:rsidRPr="00F32556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10-11 </w:t>
      </w:r>
      <w:r w:rsidRPr="00F32556">
        <w:rPr>
          <w:rFonts w:ascii="Times New Roman" w:hAnsi="Times New Roman" w:cs="Times New Roman"/>
          <w:b/>
          <w:bCs/>
          <w:sz w:val="24"/>
          <w:szCs w:val="24"/>
        </w:rPr>
        <w:t>класс</w:t>
      </w:r>
    </w:p>
    <w:p w:rsidR="00F4652F" w:rsidRPr="00F32556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>2012 -2013 учебный год</w:t>
      </w:r>
    </w:p>
    <w:p w:rsidR="00F4652F" w:rsidRPr="00F32556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Pr="00F32556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Pr="00F32556" w:rsidRDefault="00F4652F" w:rsidP="00E32A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>Для удобства подсчета результатов теоретического конкурса за каждый правильно выполнений тест участник конкурса получается один балл. Если тест выполнен неправильно или только частично  -  ноль баллов. Не следует ставить оценку в полбалла за тест, выполненный наполовину. Формулировка свободных ответов на контрольные вопросы и задания не обязательно должна точно совпадать с ответом, прилагаемым к заданию. Здесь правильность ответа должна оцениваться по общему смыслу и по ключевым словам. В задании 10 тестовых вопросов.</w:t>
      </w:r>
    </w:p>
    <w:p w:rsidR="00F4652F" w:rsidRPr="00F32556" w:rsidRDefault="00F4652F" w:rsidP="00E32A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>Максимальное количество баллов за тестовые задания – 10 баллов.</w:t>
      </w:r>
    </w:p>
    <w:p w:rsidR="00F4652F" w:rsidRPr="00F32556" w:rsidRDefault="00F4652F" w:rsidP="00E32A62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>Тестовые задания выполняются в течение 1 часа.</w:t>
      </w:r>
    </w:p>
    <w:p w:rsidR="00F4652F" w:rsidRPr="00F32556" w:rsidRDefault="00F4652F" w:rsidP="00E32A6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>По номинации «Технология обработки ткани и декоративно прикладное творчество» к практическим заданиям разработана методика проверки и объективной оценки выполнения практической работы. Для этого вся практическая работа разделена на отдельные операции. Каждая операция имеет критерий оценки и заранее определенное количество баллов за ее правильное выполнение.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51"/>
        <w:gridCol w:w="1484"/>
      </w:tblGrid>
      <w:tr w:rsidR="00F4652F" w:rsidRPr="00F32556">
        <w:trPr>
          <w:jc w:val="center"/>
        </w:trPr>
        <w:tc>
          <w:tcPr>
            <w:tcW w:w="6951" w:type="dxa"/>
          </w:tcPr>
          <w:p w:rsidR="00F4652F" w:rsidRPr="00F32556" w:rsidRDefault="00F4652F" w:rsidP="00E32A6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1.Соблюдение технологической последовательности работы</w:t>
            </w:r>
          </w:p>
        </w:tc>
        <w:tc>
          <w:tcPr>
            <w:tcW w:w="1484" w:type="dxa"/>
          </w:tcPr>
          <w:p w:rsidR="00F4652F" w:rsidRPr="00F32556" w:rsidRDefault="00F4652F" w:rsidP="00E32A6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F4652F" w:rsidRPr="00F32556">
        <w:trPr>
          <w:jc w:val="center"/>
        </w:trPr>
        <w:tc>
          <w:tcPr>
            <w:tcW w:w="6951" w:type="dxa"/>
          </w:tcPr>
          <w:p w:rsidR="00F4652F" w:rsidRPr="00F32556" w:rsidRDefault="00F4652F" w:rsidP="00E32A6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2. Соблюдение правил ТБ</w:t>
            </w:r>
          </w:p>
        </w:tc>
        <w:tc>
          <w:tcPr>
            <w:tcW w:w="1484" w:type="dxa"/>
          </w:tcPr>
          <w:p w:rsidR="00F4652F" w:rsidRPr="00F32556" w:rsidRDefault="00F4652F" w:rsidP="00E32A6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F4652F" w:rsidRPr="00F32556">
        <w:trPr>
          <w:jc w:val="center"/>
        </w:trPr>
        <w:tc>
          <w:tcPr>
            <w:tcW w:w="6951" w:type="dxa"/>
          </w:tcPr>
          <w:p w:rsidR="00F4652F" w:rsidRPr="00F32556" w:rsidRDefault="00F4652F" w:rsidP="00E32A6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3. Организация рабочего места</w:t>
            </w:r>
          </w:p>
        </w:tc>
        <w:tc>
          <w:tcPr>
            <w:tcW w:w="1484" w:type="dxa"/>
          </w:tcPr>
          <w:p w:rsidR="00F4652F" w:rsidRPr="00F32556" w:rsidRDefault="00F4652F" w:rsidP="00E32A6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F4652F" w:rsidRPr="00F32556">
        <w:trPr>
          <w:jc w:val="center"/>
        </w:trPr>
        <w:tc>
          <w:tcPr>
            <w:tcW w:w="6951" w:type="dxa"/>
          </w:tcPr>
          <w:p w:rsidR="00F4652F" w:rsidRPr="00F32556" w:rsidRDefault="00F4652F" w:rsidP="00E32A6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4. Соблюдение технических условий</w:t>
            </w:r>
          </w:p>
        </w:tc>
        <w:tc>
          <w:tcPr>
            <w:tcW w:w="1484" w:type="dxa"/>
          </w:tcPr>
          <w:p w:rsidR="00F4652F" w:rsidRPr="00F32556" w:rsidRDefault="00F4652F" w:rsidP="00E32A6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F4652F" w:rsidRPr="00F32556">
        <w:trPr>
          <w:jc w:val="center"/>
        </w:trPr>
        <w:tc>
          <w:tcPr>
            <w:tcW w:w="6951" w:type="dxa"/>
          </w:tcPr>
          <w:p w:rsidR="00F4652F" w:rsidRPr="00F32556" w:rsidRDefault="00F4652F" w:rsidP="00E32A6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5. Культура труда</w:t>
            </w:r>
          </w:p>
        </w:tc>
        <w:tc>
          <w:tcPr>
            <w:tcW w:w="1484" w:type="dxa"/>
          </w:tcPr>
          <w:p w:rsidR="00F4652F" w:rsidRPr="00F32556" w:rsidRDefault="00F4652F" w:rsidP="00E32A6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F4652F" w:rsidRPr="00F32556">
        <w:trPr>
          <w:jc w:val="center"/>
        </w:trPr>
        <w:tc>
          <w:tcPr>
            <w:tcW w:w="6951" w:type="dxa"/>
          </w:tcPr>
          <w:p w:rsidR="00F4652F" w:rsidRPr="00F32556" w:rsidRDefault="00F4652F" w:rsidP="00E32A6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6. Качество ВТО</w:t>
            </w:r>
          </w:p>
        </w:tc>
        <w:tc>
          <w:tcPr>
            <w:tcW w:w="1484" w:type="dxa"/>
          </w:tcPr>
          <w:p w:rsidR="00F4652F" w:rsidRPr="00F32556" w:rsidRDefault="00F4652F" w:rsidP="00E32A6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56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</w:tbl>
    <w:p w:rsidR="00F4652F" w:rsidRPr="00F32556" w:rsidRDefault="00F4652F" w:rsidP="00E32A62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>Максимальное число баллов за выполнение практической работы – 30.</w:t>
      </w:r>
    </w:p>
    <w:p w:rsidR="00F4652F" w:rsidRPr="00F32556" w:rsidRDefault="00F4652F" w:rsidP="00E32A62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 xml:space="preserve">Практическая работа выполняется в течение 2 часов. </w:t>
      </w:r>
    </w:p>
    <w:p w:rsidR="00F4652F" w:rsidRPr="00F32556" w:rsidRDefault="00F4652F" w:rsidP="00E32A62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2556">
        <w:rPr>
          <w:rFonts w:ascii="Times New Roman" w:hAnsi="Times New Roman" w:cs="Times New Roman"/>
          <w:sz w:val="24"/>
          <w:szCs w:val="24"/>
        </w:rPr>
        <w:t>В целом учащиеся могут получить соответственно 40 баллов.</w:t>
      </w:r>
    </w:p>
    <w:p w:rsidR="00F4652F" w:rsidRPr="00F32556" w:rsidRDefault="00F4652F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Pr="00F32556" w:rsidRDefault="00F4652F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Pr="00F32556" w:rsidRDefault="00F4652F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Pr="00F32556" w:rsidRDefault="00F4652F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Pr="00F32556" w:rsidRDefault="00F4652F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Pr="00F32556" w:rsidRDefault="00F4652F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Pr="00F32556" w:rsidRDefault="00F4652F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Pr="00F32556" w:rsidRDefault="00F4652F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Pr="00F32556" w:rsidRDefault="00F4652F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Pr="00F32556" w:rsidRDefault="00F4652F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Pr="00F32556" w:rsidRDefault="00F4652F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Pr="00F32556" w:rsidRDefault="00F4652F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Pr="00F32556" w:rsidRDefault="00F4652F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Pr="00F32556" w:rsidRDefault="00F4652F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Pr="00F32556" w:rsidRDefault="00F4652F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Pr="00F32556" w:rsidRDefault="00F4652F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Pr="00F32556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Pr="00F32556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Pr="00F32556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Pr="00F32556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Pr="00F32556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Pr="00F32556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Pr="00F32556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Pr="00F32556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Pr="00F32556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Pr="00F32556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spacing w:line="19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Default="00F4652F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652F" w:rsidRPr="00F32556" w:rsidRDefault="00F4652F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>ОТВЕТЫ</w:t>
      </w:r>
    </w:p>
    <w:p w:rsidR="00F4652F" w:rsidRPr="00F32556" w:rsidRDefault="00F4652F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 xml:space="preserve">на задания школьного этапа всероссийской олимпиады по </w:t>
      </w:r>
      <w:r w:rsidRPr="00F32556">
        <w:rPr>
          <w:rFonts w:ascii="Times New Roman" w:hAnsi="Times New Roman" w:cs="Times New Roman"/>
          <w:b/>
          <w:bCs/>
          <w:sz w:val="24"/>
          <w:szCs w:val="24"/>
          <w:u w:val="single"/>
        </w:rPr>
        <w:t>технологии</w:t>
      </w:r>
    </w:p>
    <w:p w:rsidR="00F4652F" w:rsidRPr="00F32556" w:rsidRDefault="00F4652F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10-11</w:t>
      </w:r>
      <w:r w:rsidRPr="00F3255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класс</w:t>
      </w:r>
    </w:p>
    <w:p w:rsidR="00F4652F" w:rsidRPr="00F32556" w:rsidRDefault="00F4652F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556">
        <w:rPr>
          <w:rFonts w:ascii="Times New Roman" w:hAnsi="Times New Roman" w:cs="Times New Roman"/>
          <w:b/>
          <w:bCs/>
          <w:sz w:val="24"/>
          <w:szCs w:val="24"/>
        </w:rPr>
        <w:t>2012-2013 учебный год</w:t>
      </w:r>
      <w:bookmarkStart w:id="0" w:name="_GoBack"/>
      <w:bookmarkEnd w:id="0"/>
    </w:p>
    <w:p w:rsidR="00F4652F" w:rsidRPr="00F32556" w:rsidRDefault="00F4652F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8"/>
        <w:gridCol w:w="7491"/>
      </w:tblGrid>
      <w:tr w:rsidR="00F4652F" w:rsidRPr="00546305">
        <w:trPr>
          <w:trHeight w:val="431"/>
        </w:trPr>
        <w:tc>
          <w:tcPr>
            <w:tcW w:w="1668" w:type="dxa"/>
          </w:tcPr>
          <w:p w:rsidR="00F4652F" w:rsidRPr="00546305" w:rsidRDefault="00F4652F" w:rsidP="005463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63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7491" w:type="dxa"/>
          </w:tcPr>
          <w:p w:rsidR="00F4652F" w:rsidRPr="00546305" w:rsidRDefault="00F4652F" w:rsidP="00546305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63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ответ</w:t>
            </w:r>
          </w:p>
        </w:tc>
      </w:tr>
      <w:tr w:rsidR="00F4652F" w:rsidRPr="00546305">
        <w:tc>
          <w:tcPr>
            <w:tcW w:w="1668" w:type="dxa"/>
          </w:tcPr>
          <w:p w:rsidR="00F4652F" w:rsidRPr="00546305" w:rsidRDefault="00F4652F" w:rsidP="00546305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0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91" w:type="dxa"/>
          </w:tcPr>
          <w:p w:rsidR="00F4652F" w:rsidRPr="00546305" w:rsidRDefault="00F4652F" w:rsidP="00546305">
            <w:pPr>
              <w:widowControl w:val="0"/>
              <w:spacing w:after="0" w:line="240" w:lineRule="auto"/>
              <w:ind w:firstLine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652F" w:rsidRPr="00546305">
        <w:tc>
          <w:tcPr>
            <w:tcW w:w="1668" w:type="dxa"/>
          </w:tcPr>
          <w:p w:rsidR="00F4652F" w:rsidRPr="00546305" w:rsidRDefault="00F4652F" w:rsidP="00546305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0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491" w:type="dxa"/>
          </w:tcPr>
          <w:p w:rsidR="00F4652F" w:rsidRPr="00546305" w:rsidRDefault="00F4652F" w:rsidP="00546305">
            <w:pPr>
              <w:widowControl w:val="0"/>
              <w:spacing w:after="0" w:line="240" w:lineRule="auto"/>
              <w:ind w:firstLine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4652F" w:rsidRPr="00546305">
        <w:tc>
          <w:tcPr>
            <w:tcW w:w="1668" w:type="dxa"/>
          </w:tcPr>
          <w:p w:rsidR="00F4652F" w:rsidRPr="00546305" w:rsidRDefault="00F4652F" w:rsidP="00546305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0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491" w:type="dxa"/>
          </w:tcPr>
          <w:p w:rsidR="00F4652F" w:rsidRPr="00546305" w:rsidRDefault="00F4652F" w:rsidP="00546305">
            <w:pPr>
              <w:widowControl w:val="0"/>
              <w:spacing w:after="0" w:line="240" w:lineRule="auto"/>
              <w:ind w:firstLine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4652F" w:rsidRPr="00546305">
        <w:tc>
          <w:tcPr>
            <w:tcW w:w="1668" w:type="dxa"/>
          </w:tcPr>
          <w:p w:rsidR="00F4652F" w:rsidRPr="00546305" w:rsidRDefault="00F4652F" w:rsidP="00546305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0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491" w:type="dxa"/>
          </w:tcPr>
          <w:p w:rsidR="00F4652F" w:rsidRPr="00546305" w:rsidRDefault="00F4652F" w:rsidP="00546305">
            <w:pPr>
              <w:widowControl w:val="0"/>
              <w:spacing w:after="0" w:line="240" w:lineRule="auto"/>
              <w:ind w:firstLine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05">
              <w:rPr>
                <w:rFonts w:ascii="Times New Roman" w:hAnsi="Times New Roman" w:cs="Times New Roman"/>
                <w:sz w:val="24"/>
                <w:szCs w:val="24"/>
              </w:rPr>
              <w:t>Для образования челночного стежка, для правильной заправки верхней нити</w:t>
            </w:r>
          </w:p>
        </w:tc>
      </w:tr>
      <w:tr w:rsidR="00F4652F" w:rsidRPr="00546305">
        <w:tc>
          <w:tcPr>
            <w:tcW w:w="1668" w:type="dxa"/>
          </w:tcPr>
          <w:p w:rsidR="00F4652F" w:rsidRPr="00546305" w:rsidRDefault="00F4652F" w:rsidP="00546305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0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491" w:type="dxa"/>
          </w:tcPr>
          <w:p w:rsidR="00F4652F" w:rsidRPr="00546305" w:rsidRDefault="00F4652F" w:rsidP="00546305">
            <w:pPr>
              <w:widowControl w:val="0"/>
              <w:spacing w:after="0" w:line="240" w:lineRule="auto"/>
              <w:ind w:firstLine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05">
              <w:rPr>
                <w:rFonts w:ascii="Times New Roman" w:hAnsi="Times New Roman" w:cs="Times New Roman"/>
                <w:sz w:val="24"/>
                <w:szCs w:val="24"/>
              </w:rPr>
              <w:t>1, 6</w:t>
            </w:r>
          </w:p>
        </w:tc>
      </w:tr>
      <w:tr w:rsidR="00F4652F" w:rsidRPr="00546305">
        <w:tc>
          <w:tcPr>
            <w:tcW w:w="1668" w:type="dxa"/>
          </w:tcPr>
          <w:p w:rsidR="00F4652F" w:rsidRPr="00546305" w:rsidRDefault="00F4652F" w:rsidP="00546305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0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491" w:type="dxa"/>
          </w:tcPr>
          <w:p w:rsidR="00F4652F" w:rsidRPr="00546305" w:rsidRDefault="00F4652F" w:rsidP="00546305">
            <w:pPr>
              <w:widowControl w:val="0"/>
              <w:spacing w:after="0" w:line="240" w:lineRule="auto"/>
              <w:ind w:firstLine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05">
              <w:rPr>
                <w:rFonts w:ascii="Times New Roman" w:hAnsi="Times New Roman" w:cs="Times New Roman"/>
                <w:sz w:val="24"/>
                <w:szCs w:val="24"/>
              </w:rPr>
              <w:t>Капрон; нейлон; лавсан; нитрон</w:t>
            </w:r>
          </w:p>
        </w:tc>
      </w:tr>
      <w:tr w:rsidR="00F4652F" w:rsidRPr="00546305">
        <w:tc>
          <w:tcPr>
            <w:tcW w:w="1668" w:type="dxa"/>
          </w:tcPr>
          <w:p w:rsidR="00F4652F" w:rsidRPr="00546305" w:rsidRDefault="00F4652F" w:rsidP="00546305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0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491" w:type="dxa"/>
          </w:tcPr>
          <w:p w:rsidR="00F4652F" w:rsidRPr="00546305" w:rsidRDefault="00F4652F" w:rsidP="00546305">
            <w:pPr>
              <w:widowControl w:val="0"/>
              <w:spacing w:after="0" w:line="240" w:lineRule="auto"/>
              <w:ind w:firstLine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05">
              <w:rPr>
                <w:rFonts w:ascii="Times New Roman" w:hAnsi="Times New Roman" w:cs="Times New Roman"/>
                <w:sz w:val="24"/>
                <w:szCs w:val="24"/>
              </w:rPr>
              <w:t>1, 3</w:t>
            </w:r>
          </w:p>
        </w:tc>
      </w:tr>
      <w:tr w:rsidR="00F4652F" w:rsidRPr="00546305">
        <w:tc>
          <w:tcPr>
            <w:tcW w:w="1668" w:type="dxa"/>
          </w:tcPr>
          <w:p w:rsidR="00F4652F" w:rsidRPr="00546305" w:rsidRDefault="00F4652F" w:rsidP="00546305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0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491" w:type="dxa"/>
          </w:tcPr>
          <w:p w:rsidR="00F4652F" w:rsidRPr="00546305" w:rsidRDefault="00F4652F" w:rsidP="00546305">
            <w:pPr>
              <w:widowControl w:val="0"/>
              <w:spacing w:after="0" w:line="240" w:lineRule="auto"/>
              <w:ind w:firstLine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05">
              <w:rPr>
                <w:rFonts w:ascii="Times New Roman" w:hAnsi="Times New Roman" w:cs="Times New Roman"/>
                <w:sz w:val="24"/>
                <w:szCs w:val="24"/>
              </w:rPr>
              <w:t>а - 2; б - 4; в - 4; г - 1; д - 5</w:t>
            </w:r>
          </w:p>
        </w:tc>
      </w:tr>
      <w:tr w:rsidR="00F4652F" w:rsidRPr="00546305">
        <w:tc>
          <w:tcPr>
            <w:tcW w:w="1668" w:type="dxa"/>
          </w:tcPr>
          <w:p w:rsidR="00F4652F" w:rsidRPr="00546305" w:rsidRDefault="00F4652F" w:rsidP="00546305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0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491" w:type="dxa"/>
          </w:tcPr>
          <w:p w:rsidR="00F4652F" w:rsidRPr="00546305" w:rsidRDefault="00F4652F" w:rsidP="00546305">
            <w:pPr>
              <w:widowControl w:val="0"/>
              <w:spacing w:after="0" w:line="240" w:lineRule="auto"/>
              <w:ind w:firstLine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05">
              <w:rPr>
                <w:rFonts w:ascii="Times New Roman" w:hAnsi="Times New Roman" w:cs="Times New Roman"/>
                <w:sz w:val="24"/>
                <w:szCs w:val="24"/>
              </w:rPr>
              <w:t>Трапеция; треугольный; овальный (бочонок);   прямоугольный (карандаш); колокол</w:t>
            </w:r>
          </w:p>
        </w:tc>
      </w:tr>
      <w:tr w:rsidR="00F4652F" w:rsidRPr="00546305">
        <w:tc>
          <w:tcPr>
            <w:tcW w:w="1668" w:type="dxa"/>
          </w:tcPr>
          <w:p w:rsidR="00F4652F" w:rsidRPr="00546305" w:rsidRDefault="00F4652F" w:rsidP="00546305">
            <w:pPr>
              <w:widowControl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0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491" w:type="dxa"/>
          </w:tcPr>
          <w:p w:rsidR="00F4652F" w:rsidRPr="00546305" w:rsidRDefault="00F4652F" w:rsidP="00546305">
            <w:pPr>
              <w:widowControl w:val="0"/>
              <w:spacing w:after="0" w:line="240" w:lineRule="auto"/>
              <w:ind w:firstLine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05">
              <w:rPr>
                <w:rFonts w:ascii="Times New Roman" w:hAnsi="Times New Roman" w:cs="Times New Roman"/>
                <w:sz w:val="24"/>
                <w:szCs w:val="24"/>
              </w:rPr>
              <w:t xml:space="preserve">           Карьера</w:t>
            </w:r>
          </w:p>
        </w:tc>
      </w:tr>
    </w:tbl>
    <w:p w:rsidR="00F4652F" w:rsidRPr="00F32556" w:rsidRDefault="00F4652F" w:rsidP="00E32A6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4652F" w:rsidRPr="00F32556" w:rsidSect="00201E83">
      <w:pgSz w:w="11906" w:h="16838"/>
      <w:pgMar w:top="180" w:right="746" w:bottom="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52F" w:rsidRDefault="00F4652F" w:rsidP="006844A1">
      <w:pPr>
        <w:spacing w:after="0" w:line="240" w:lineRule="auto"/>
      </w:pPr>
      <w:r>
        <w:separator/>
      </w:r>
    </w:p>
  </w:endnote>
  <w:endnote w:type="continuationSeparator" w:id="0">
    <w:p w:rsidR="00F4652F" w:rsidRDefault="00F4652F" w:rsidP="00684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altName w:val="Symbol"/>
    <w:panose1 w:val="00000000000000000000"/>
    <w:charset w:val="02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52F" w:rsidRDefault="00F4652F" w:rsidP="006844A1">
      <w:pPr>
        <w:spacing w:after="0" w:line="240" w:lineRule="auto"/>
      </w:pPr>
      <w:r>
        <w:separator/>
      </w:r>
    </w:p>
  </w:footnote>
  <w:footnote w:type="continuationSeparator" w:id="0">
    <w:p w:rsidR="00F4652F" w:rsidRDefault="00F4652F" w:rsidP="006844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B237C"/>
    <w:multiLevelType w:val="hybridMultilevel"/>
    <w:tmpl w:val="D4901A10"/>
    <w:lvl w:ilvl="0" w:tplc="880257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1D950FF"/>
    <w:multiLevelType w:val="hybridMultilevel"/>
    <w:tmpl w:val="42842AAE"/>
    <w:lvl w:ilvl="0" w:tplc="B490A9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2DE0"/>
    <w:rsid w:val="00003C47"/>
    <w:rsid w:val="0001196F"/>
    <w:rsid w:val="00047B4C"/>
    <w:rsid w:val="000A594F"/>
    <w:rsid w:val="000A6532"/>
    <w:rsid w:val="000C0997"/>
    <w:rsid w:val="000F5713"/>
    <w:rsid w:val="001209CA"/>
    <w:rsid w:val="001410F6"/>
    <w:rsid w:val="001A3CEF"/>
    <w:rsid w:val="001B2E4E"/>
    <w:rsid w:val="00201E83"/>
    <w:rsid w:val="00207B36"/>
    <w:rsid w:val="0028166E"/>
    <w:rsid w:val="00295C16"/>
    <w:rsid w:val="00297FFC"/>
    <w:rsid w:val="002D24DF"/>
    <w:rsid w:val="002E52DA"/>
    <w:rsid w:val="002E7BB9"/>
    <w:rsid w:val="003075ED"/>
    <w:rsid w:val="003564B8"/>
    <w:rsid w:val="00371EE8"/>
    <w:rsid w:val="00392BAA"/>
    <w:rsid w:val="00394DF9"/>
    <w:rsid w:val="003A26D1"/>
    <w:rsid w:val="00483CB7"/>
    <w:rsid w:val="004B4E9E"/>
    <w:rsid w:val="004C2309"/>
    <w:rsid w:val="004E1EA1"/>
    <w:rsid w:val="004E7A7C"/>
    <w:rsid w:val="00504067"/>
    <w:rsid w:val="00546305"/>
    <w:rsid w:val="005623C3"/>
    <w:rsid w:val="005F33D2"/>
    <w:rsid w:val="0060625E"/>
    <w:rsid w:val="006844A1"/>
    <w:rsid w:val="006A50E7"/>
    <w:rsid w:val="006E5235"/>
    <w:rsid w:val="007B35C2"/>
    <w:rsid w:val="0081737F"/>
    <w:rsid w:val="00831D3E"/>
    <w:rsid w:val="008400E1"/>
    <w:rsid w:val="00852DE0"/>
    <w:rsid w:val="00857536"/>
    <w:rsid w:val="00887877"/>
    <w:rsid w:val="009060E6"/>
    <w:rsid w:val="0095364D"/>
    <w:rsid w:val="009C0A06"/>
    <w:rsid w:val="009C5CA0"/>
    <w:rsid w:val="009E1F9B"/>
    <w:rsid w:val="009E6515"/>
    <w:rsid w:val="009F11AB"/>
    <w:rsid w:val="00A0306E"/>
    <w:rsid w:val="00A312BC"/>
    <w:rsid w:val="00A84763"/>
    <w:rsid w:val="00A85D9D"/>
    <w:rsid w:val="00AA0BDA"/>
    <w:rsid w:val="00AC2373"/>
    <w:rsid w:val="00AF2F13"/>
    <w:rsid w:val="00B33325"/>
    <w:rsid w:val="00B433C6"/>
    <w:rsid w:val="00BF4C00"/>
    <w:rsid w:val="00D55049"/>
    <w:rsid w:val="00DC2B4B"/>
    <w:rsid w:val="00DF052B"/>
    <w:rsid w:val="00E03B85"/>
    <w:rsid w:val="00E32A62"/>
    <w:rsid w:val="00E409A5"/>
    <w:rsid w:val="00E605E6"/>
    <w:rsid w:val="00E71A65"/>
    <w:rsid w:val="00EA3079"/>
    <w:rsid w:val="00F32556"/>
    <w:rsid w:val="00F35863"/>
    <w:rsid w:val="00F4652F"/>
    <w:rsid w:val="00FD4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1AB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F5713"/>
    <w:rPr>
      <w:rFonts w:cs="Calibri"/>
      <w:lang w:eastAsia="en-US"/>
    </w:rPr>
  </w:style>
  <w:style w:type="paragraph" w:styleId="Header">
    <w:name w:val="header"/>
    <w:basedOn w:val="Normal"/>
    <w:link w:val="HeaderChar"/>
    <w:uiPriority w:val="99"/>
    <w:rsid w:val="00684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844A1"/>
  </w:style>
  <w:style w:type="paragraph" w:styleId="Footer">
    <w:name w:val="footer"/>
    <w:basedOn w:val="Normal"/>
    <w:link w:val="FooterChar"/>
    <w:uiPriority w:val="99"/>
    <w:rsid w:val="00684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844A1"/>
  </w:style>
  <w:style w:type="paragraph" w:styleId="BalloonText">
    <w:name w:val="Balloon Text"/>
    <w:basedOn w:val="Normal"/>
    <w:link w:val="BalloonTextChar"/>
    <w:uiPriority w:val="99"/>
    <w:semiHidden/>
    <w:rsid w:val="00FD4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D411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0A594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table" w:styleId="TableGrid">
    <w:name w:val="Table Grid"/>
    <w:basedOn w:val="TableNormal"/>
    <w:uiPriority w:val="99"/>
    <w:locked/>
    <w:rsid w:val="000A594F"/>
    <w:pPr>
      <w:spacing w:after="200" w:line="276" w:lineRule="auto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1"/>
    <w:uiPriority w:val="99"/>
    <w:rsid w:val="00394DF9"/>
    <w:pPr>
      <w:widowControl w:val="0"/>
      <w:spacing w:after="0" w:line="240" w:lineRule="auto"/>
      <w:jc w:val="both"/>
    </w:pPr>
    <w:rPr>
      <w:color w:val="000000"/>
      <w:sz w:val="26"/>
      <w:szCs w:val="26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209CA"/>
    <w:rPr>
      <w:lang w:eastAsia="en-US"/>
    </w:rPr>
  </w:style>
  <w:style w:type="character" w:customStyle="1" w:styleId="BodyTextChar1">
    <w:name w:val="Body Text Char1"/>
    <w:link w:val="BodyText"/>
    <w:uiPriority w:val="99"/>
    <w:locked/>
    <w:rsid w:val="00394DF9"/>
    <w:rPr>
      <w:snapToGrid w:val="0"/>
      <w:color w:val="000000"/>
      <w:sz w:val="26"/>
      <w:szCs w:val="2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141</TotalTime>
  <Pages>4</Pages>
  <Words>749</Words>
  <Characters>4273</Characters>
  <Application>Microsoft Office Outlook</Application>
  <DocSecurity>0</DocSecurity>
  <Lines>0</Lines>
  <Paragraphs>0</Paragraphs>
  <ScaleCrop>false</ScaleCrop>
  <Company>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Владыкина</dc:creator>
  <cp:keywords/>
  <dc:description/>
  <cp:lastModifiedBy>Комп</cp:lastModifiedBy>
  <cp:revision>13</cp:revision>
  <cp:lastPrinted>2012-10-04T16:08:00Z</cp:lastPrinted>
  <dcterms:created xsi:type="dcterms:W3CDTF">2012-09-26T10:33:00Z</dcterms:created>
  <dcterms:modified xsi:type="dcterms:W3CDTF">2012-09-15T22:55:00Z</dcterms:modified>
</cp:coreProperties>
</file>